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5378"/>
        <w:gridCol w:w="1116"/>
        <w:gridCol w:w="1469"/>
        <w:gridCol w:w="1602"/>
      </w:tblGrid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</w:tcPr>
          <w:p w:rsidR="0015565B" w:rsidRPr="00DF25B3" w:rsidRDefault="002129F6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Ε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1E6292" w:rsidP="008A5F7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C0253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Ε14-</w:t>
            </w:r>
            <w:r w:rsidR="00C02539" w:rsidRPr="00C0253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Ο2.Ε89 </w:t>
            </w:r>
            <w:r w:rsidR="003C21C2" w:rsidRPr="003C21C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C65F02" w:rsidRPr="00C65F0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 w:rsidR="00C02539" w:rsidRPr="00C02539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Ηχεία Τύπου 03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5378" w:type="dxa"/>
            <w:shd w:val="clear" w:color="auto" w:fill="auto"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116" w:type="dxa"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3C21C2" w:rsidRPr="00DF25B3" w:rsidTr="00CC0AE7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3C21C2" w:rsidRPr="00DF25B3" w:rsidRDefault="003C21C2" w:rsidP="003C2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1C2" w:rsidRPr="00A8070F" w:rsidRDefault="00C02539" w:rsidP="003C21C2">
            <w:pPr>
              <w:rPr>
                <w:lang w:val="en-GB"/>
              </w:rPr>
            </w:pPr>
            <w:r w:rsidRPr="00C02539">
              <w:rPr>
                <w:lang w:val="en-GB"/>
              </w:rPr>
              <w:t>ΑΣΥΡΜΑΤΑ ΗΧΕΙΑ ΥΠΟΛΟΓΙΣΤΗ - ΠΡΟΔΙΑΓΡΑΦΕΣ</w:t>
            </w:r>
          </w:p>
        </w:tc>
        <w:tc>
          <w:tcPr>
            <w:tcW w:w="1116" w:type="dxa"/>
          </w:tcPr>
          <w:p w:rsidR="003C21C2" w:rsidRPr="00DF25B3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C21C2" w:rsidRPr="00DF25B3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C21C2" w:rsidRPr="00DF25B3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02539" w:rsidRPr="00DF25B3" w:rsidTr="00B658F9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C02539" w:rsidRPr="00DF25B3" w:rsidRDefault="00C02539" w:rsidP="00C025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39" w:rsidRPr="006220D4" w:rsidRDefault="00C02539" w:rsidP="00C02539">
            <w:r w:rsidRPr="006220D4">
              <w:t>Ισχύς: 10 W</w:t>
            </w:r>
          </w:p>
        </w:tc>
        <w:tc>
          <w:tcPr>
            <w:tcW w:w="1116" w:type="dxa"/>
          </w:tcPr>
          <w:p w:rsidR="00C02539" w:rsidRPr="00DF25B3" w:rsidRDefault="00C02539" w:rsidP="00C02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02539" w:rsidRPr="00DF25B3" w:rsidRDefault="00C02539" w:rsidP="00C02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02539" w:rsidRPr="00DF25B3" w:rsidRDefault="00C02539" w:rsidP="00C02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02539" w:rsidRPr="00DF25B3" w:rsidTr="00B658F9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C02539" w:rsidRPr="00DF25B3" w:rsidRDefault="00C02539" w:rsidP="00C025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39" w:rsidRPr="006220D4" w:rsidRDefault="00C02539" w:rsidP="00C02539">
            <w:r w:rsidRPr="006220D4">
              <w:t>Κανάλια: 2</w:t>
            </w:r>
          </w:p>
        </w:tc>
        <w:tc>
          <w:tcPr>
            <w:tcW w:w="1116" w:type="dxa"/>
          </w:tcPr>
          <w:p w:rsidR="00C02539" w:rsidRPr="00DF25B3" w:rsidRDefault="00C02539" w:rsidP="00C02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02539" w:rsidRPr="00DF25B3" w:rsidRDefault="00C02539" w:rsidP="00C02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02539" w:rsidRPr="00DF25B3" w:rsidRDefault="00C02539" w:rsidP="00C02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02539" w:rsidRPr="00A8070F" w:rsidTr="00B658F9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39" w:rsidRPr="004F4432" w:rsidRDefault="00C02539" w:rsidP="00C025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39" w:rsidRPr="006220D4" w:rsidRDefault="00C02539" w:rsidP="00C02539">
            <w:r w:rsidRPr="006220D4">
              <w:t>Ασύρματο: Ναι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39" w:rsidRPr="004F4432" w:rsidRDefault="00C02539" w:rsidP="00C02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539" w:rsidRPr="004F4432" w:rsidRDefault="00C02539" w:rsidP="00C02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539" w:rsidRPr="004F4432" w:rsidRDefault="00C02539" w:rsidP="00C02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02539" w:rsidRPr="00A8070F" w:rsidTr="00B658F9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02539" w:rsidRPr="004F4432" w:rsidRDefault="00C02539" w:rsidP="00C0253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02539" w:rsidRDefault="00C02539" w:rsidP="00C02539">
            <w:r w:rsidRPr="006220D4">
              <w:t xml:space="preserve">Τύπος Σύνδεσης: AUX/3.5mm, </w:t>
            </w:r>
            <w:proofErr w:type="spellStart"/>
            <w:r w:rsidRPr="006220D4">
              <w:t>Bluetooth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539" w:rsidRPr="004F4432" w:rsidRDefault="00C02539" w:rsidP="00C02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539" w:rsidRPr="004F4432" w:rsidRDefault="00C02539" w:rsidP="00C02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02539" w:rsidRPr="004F4432" w:rsidRDefault="00C02539" w:rsidP="00C02539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982915" w:rsidRDefault="00982915" w:rsidP="00DB64D4"/>
    <w:p w:rsidR="00C02539" w:rsidRDefault="00C02539" w:rsidP="00DB64D4"/>
    <w:sectPr w:rsidR="00C0253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10A9B"/>
    <w:rsid w:val="0015565B"/>
    <w:rsid w:val="001913FD"/>
    <w:rsid w:val="001E6292"/>
    <w:rsid w:val="002129F6"/>
    <w:rsid w:val="003C21C2"/>
    <w:rsid w:val="00406FB0"/>
    <w:rsid w:val="004F4432"/>
    <w:rsid w:val="004F5BC3"/>
    <w:rsid w:val="00500FD4"/>
    <w:rsid w:val="005200A8"/>
    <w:rsid w:val="006C7B6D"/>
    <w:rsid w:val="00754411"/>
    <w:rsid w:val="00775065"/>
    <w:rsid w:val="007F5988"/>
    <w:rsid w:val="00863E00"/>
    <w:rsid w:val="00896732"/>
    <w:rsid w:val="008A5F7D"/>
    <w:rsid w:val="00982915"/>
    <w:rsid w:val="009E2836"/>
    <w:rsid w:val="00A40B4A"/>
    <w:rsid w:val="00A567E4"/>
    <w:rsid w:val="00B8625B"/>
    <w:rsid w:val="00C00B64"/>
    <w:rsid w:val="00C02539"/>
    <w:rsid w:val="00C1128F"/>
    <w:rsid w:val="00C50913"/>
    <w:rsid w:val="00C65F02"/>
    <w:rsid w:val="00C86F58"/>
    <w:rsid w:val="00D271C8"/>
    <w:rsid w:val="00DB64D4"/>
    <w:rsid w:val="00DF0E24"/>
    <w:rsid w:val="00EB2777"/>
    <w:rsid w:val="00F4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E72A1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2</TotalTime>
  <Pages>1</Pages>
  <Words>41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2025-09-10T08:44:00Z</dcterms:created>
  <dcterms:modified xsi:type="dcterms:W3CDTF">2025-09-11T07:55:00Z</dcterms:modified>
</cp:coreProperties>
</file>